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5426"/>
        <w:gridCol w:w="5364"/>
      </w:tblGrid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5D7F58" w:rsidRDefault="00D04D6D" w:rsidP="00994B94">
            <w:pPr>
              <w:tabs>
                <w:tab w:val="left" w:pos="4785"/>
                <w:tab w:val="left" w:pos="6240"/>
                <w:tab w:val="left" w:pos="7545"/>
                <w:tab w:val="left" w:pos="9090"/>
              </w:tabs>
              <w:jc w:val="center"/>
              <w:rPr>
                <w:rFonts w:ascii="Cambria" w:hAnsi="Cambria"/>
                <w:b/>
              </w:rPr>
            </w:pPr>
            <w:bookmarkStart w:id="0" w:name="_GoBack"/>
            <w:bookmarkEnd w:id="0"/>
            <w:r w:rsidRPr="00DD39D0">
              <w:rPr>
                <w:rFonts w:ascii="Cambria" w:hAnsi="Cambria"/>
                <w:b/>
              </w:rPr>
              <w:t xml:space="preserve">Over the </w:t>
            </w:r>
            <w:r w:rsidRPr="00DD39D0">
              <w:rPr>
                <w:rFonts w:ascii="Cambria" w:hAnsi="Cambria"/>
                <w:b/>
                <w:u w:val="single"/>
              </w:rPr>
              <w:t>last 2 weeks</w:t>
            </w:r>
            <w:r w:rsidR="005D7F58">
              <w:rPr>
                <w:rFonts w:ascii="Cambria" w:hAnsi="Cambria"/>
                <w:b/>
              </w:rPr>
              <w:t xml:space="preserve">, how often have you </w:t>
            </w:r>
            <w:r w:rsidRPr="00DD39D0">
              <w:rPr>
                <w:rFonts w:ascii="Cambria" w:hAnsi="Cambria"/>
                <w:b/>
              </w:rPr>
              <w:t>been bother</w:t>
            </w:r>
            <w:r w:rsidR="005D7F58">
              <w:rPr>
                <w:rFonts w:ascii="Cambria" w:hAnsi="Cambria"/>
                <w:b/>
              </w:rPr>
              <w:t>ed by the following problems?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5D7F58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Feeling nervous, anxious or on edge   </w:t>
            </w:r>
          </w:p>
          <w:p w:rsidR="005D7F58" w:rsidRDefault="005D7F58" w:rsidP="005D7F58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&amp;cltasm12949&amp;</w:t>
            </w:r>
          </w:p>
          <w:p w:rsidR="00046162" w:rsidRPr="005D7F58" w:rsidRDefault="00046162" w:rsidP="005D7F58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&amp;cltasmcmt12949&amp;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D04D6D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Not being able to stop or control worrying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&amp;cltasm12950&amp;</w:t>
            </w:r>
          </w:p>
          <w:p w:rsidR="00046162" w:rsidRPr="00D04D6D" w:rsidRDefault="00046162" w:rsidP="00D56403">
            <w:pPr>
              <w:ind w:left="810"/>
              <w:rPr>
                <w:b/>
              </w:rPr>
            </w:pPr>
            <w:r>
              <w:rPr>
                <w:rFonts w:ascii="Cambria" w:hAnsi="Cambria"/>
              </w:rPr>
              <w:t>&amp;cltasmcmt12950&amp;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Default="00D04D6D" w:rsidP="007A0A25"/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Worrying too much about different things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&amp;cltasm12951&amp;</w:t>
            </w:r>
          </w:p>
          <w:p w:rsidR="00046162" w:rsidRPr="00046162" w:rsidRDefault="00046162" w:rsidP="00046162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&amp;cltasmcmt12951&amp;</w:t>
            </w: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D04D6D" w:rsidP="007A0A25">
            <w:pPr>
              <w:rPr>
                <w:rFonts w:ascii="Cambria" w:hAnsi="Cambria"/>
              </w:rPr>
            </w:pPr>
          </w:p>
        </w:tc>
      </w:tr>
      <w:tr w:rsidR="00D04D6D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D04D6D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  <w:b/>
              </w:rPr>
            </w:pPr>
            <w:r w:rsidRPr="00DD39D0">
              <w:rPr>
                <w:rFonts w:ascii="Cambria" w:hAnsi="Cambria"/>
              </w:rPr>
              <w:t xml:space="preserve">Trouble relaxing                                </w:t>
            </w:r>
            <w:r w:rsidR="0040396A" w:rsidRPr="00DD39D0">
              <w:rPr>
                <w:rFonts w:ascii="Cambria" w:hAnsi="Cambria"/>
                <w:b/>
              </w:rPr>
              <w:t xml:space="preserve">        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&amp;cltasm12952&amp;</w:t>
            </w:r>
          </w:p>
          <w:p w:rsidR="00046162" w:rsidRPr="00DD39D0" w:rsidRDefault="00046162" w:rsidP="00D56403">
            <w:pPr>
              <w:ind w:left="810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&amp;cltasmcmt12952&amp;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ind w:left="810"/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Being so restless that it is hard to sit still     </w:t>
            </w:r>
          </w:p>
          <w:p w:rsidR="00D56403" w:rsidRDefault="00D56403" w:rsidP="005D7F58">
            <w:pPr>
              <w:ind w:left="450"/>
              <w:rPr>
                <w:rFonts w:ascii="Cambria" w:hAnsi="Cambria"/>
              </w:rPr>
            </w:pPr>
            <w:r w:rsidRPr="00DD39D0">
              <w:rPr>
                <w:rFonts w:ascii="Cambria" w:hAnsi="Cambria"/>
                <w:b/>
              </w:rPr>
              <w:t xml:space="preserve">     </w:t>
            </w:r>
            <w:r w:rsidR="005D7F58">
              <w:rPr>
                <w:rFonts w:ascii="Cambria" w:hAnsi="Cambria"/>
              </w:rPr>
              <w:t>&amp;cltasm12953&amp;</w:t>
            </w:r>
          </w:p>
          <w:p w:rsidR="00046162" w:rsidRPr="00DD39D0" w:rsidRDefault="00046162" w:rsidP="005D7F58">
            <w:pPr>
              <w:ind w:left="45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&amp;cltasmcmt12953&amp;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D56403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 xml:space="preserve">Becoming easily annoyed or irritable </w:t>
            </w:r>
            <w:r w:rsidRPr="00DD39D0">
              <w:rPr>
                <w:rFonts w:ascii="Cambria" w:hAnsi="Cambria"/>
                <w:b/>
              </w:rPr>
              <w:t xml:space="preserve">             </w:t>
            </w:r>
          </w:p>
          <w:p w:rsidR="00D56403" w:rsidRDefault="005D7F58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&amp;cltasm12954&amp;</w:t>
            </w:r>
          </w:p>
          <w:p w:rsidR="00046162" w:rsidRPr="00DD39D0" w:rsidRDefault="00046162" w:rsidP="00D56403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&amp;cltasmcmt12954&amp;</w:t>
            </w: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DD39D0" w:rsidRDefault="00A6394C" w:rsidP="00A6394C">
            <w:pPr>
              <w:rPr>
                <w:rFonts w:ascii="Cambria" w:hAnsi="Cambria"/>
              </w:rPr>
            </w:pPr>
          </w:p>
        </w:tc>
      </w:tr>
      <w:tr w:rsidR="00A6394C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A6394C" w:rsidRPr="005D7F58" w:rsidRDefault="00A6394C" w:rsidP="005D7F58">
            <w:pPr>
              <w:numPr>
                <w:ilvl w:val="0"/>
                <w:numId w:val="2"/>
              </w:numPr>
              <w:rPr>
                <w:rFonts w:ascii="Cambria" w:hAnsi="Cambria"/>
              </w:rPr>
            </w:pPr>
            <w:r w:rsidRPr="00DD39D0">
              <w:rPr>
                <w:rFonts w:ascii="Cambria" w:hAnsi="Cambria"/>
              </w:rPr>
              <w:t>Feeling afraid as if something awful</w:t>
            </w:r>
            <w:r w:rsidR="005D7F58">
              <w:rPr>
                <w:rFonts w:ascii="Cambria" w:hAnsi="Cambria"/>
              </w:rPr>
              <w:t xml:space="preserve"> </w:t>
            </w:r>
            <w:r w:rsidRPr="005D7F58">
              <w:rPr>
                <w:rFonts w:ascii="Cambria" w:hAnsi="Cambria"/>
              </w:rPr>
              <w:t>might happen</w:t>
            </w:r>
          </w:p>
          <w:p w:rsidR="00D56403" w:rsidRDefault="005D7F58" w:rsidP="00A6394C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&amp;cltasm12955&amp;</w:t>
            </w:r>
          </w:p>
          <w:p w:rsidR="00046162" w:rsidRPr="00DD39D0" w:rsidRDefault="00046162" w:rsidP="00A6394C">
            <w:pPr>
              <w:ind w:left="8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&amp;cltasmcmt12955&amp;</w:t>
            </w:r>
          </w:p>
        </w:tc>
      </w:tr>
      <w:tr w:rsidR="00994B94" w:rsidTr="005D7F58">
        <w:trPr>
          <w:trHeight w:val="288"/>
        </w:trPr>
        <w:tc>
          <w:tcPr>
            <w:tcW w:w="10916" w:type="dxa"/>
            <w:gridSpan w:val="2"/>
            <w:shd w:val="clear" w:color="auto" w:fill="auto"/>
          </w:tcPr>
          <w:p w:rsidR="00994B94" w:rsidRPr="00994B94" w:rsidRDefault="00994B94" w:rsidP="00B933A3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SCORE: </w:t>
            </w:r>
            <w:r w:rsidR="00C9666E">
              <w:rPr>
                <w:rFonts w:ascii="Cambria" w:hAnsi="Cambria"/>
                <w:b/>
              </w:rPr>
              <w:t>&amp;MRGAD7&amp;</w:t>
            </w:r>
          </w:p>
        </w:tc>
      </w:tr>
      <w:tr w:rsidR="00372C5F" w:rsidTr="00E63D49">
        <w:trPr>
          <w:trHeight w:val="648"/>
        </w:trPr>
        <w:tc>
          <w:tcPr>
            <w:tcW w:w="10916" w:type="dxa"/>
            <w:gridSpan w:val="2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Interpreting the Score:</w:t>
            </w:r>
          </w:p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/>
                <w:bCs/>
              </w:rPr>
            </w:pPr>
            <w:r w:rsidRPr="00372C5F">
              <w:rPr>
                <w:b/>
                <w:bCs/>
              </w:rPr>
              <w:t xml:space="preserve">Total Score </w:t>
            </w:r>
            <w:r w:rsidRPr="00372C5F">
              <w:rPr>
                <w:b/>
                <w:bCs/>
              </w:rPr>
              <w:tab/>
            </w:r>
            <w:r>
              <w:rPr>
                <w:b/>
                <w:bCs/>
              </w:rPr>
              <w:t xml:space="preserve">              </w:t>
            </w:r>
            <w:r w:rsidRPr="00372C5F">
              <w:rPr>
                <w:b/>
                <w:bCs/>
              </w:rPr>
              <w:t>Interpretation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rFonts w:ascii="TimesNewRomanPSMT" w:eastAsia="TimesNewRomanPSMT" w:cs="TimesNewRomanPSMT" w:hint="eastAsia"/>
              </w:rPr>
              <w:t>≥</w:t>
            </w:r>
            <w:r w:rsidRPr="00372C5F">
              <w:rPr>
                <w:rFonts w:ascii="TimesNewRomanPSMT" w:eastAsia="TimesNewRomanPSMT" w:cs="TimesNewRomanPSMT"/>
              </w:rPr>
              <w:t>10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</w:pPr>
            <w:r w:rsidRPr="00372C5F">
              <w:t>Possible diagnosis of GAD; confirm by    further evaluation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5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Mild Anxiety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10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Moderate Anxiety</w:t>
            </w:r>
          </w:p>
        </w:tc>
      </w:tr>
      <w:tr w:rsidR="00372C5F" w:rsidTr="00E63D49">
        <w:trPr>
          <w:trHeight w:val="288"/>
        </w:trPr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ind w:left="2880" w:firstLine="720"/>
              <w:rPr>
                <w:bCs/>
              </w:rPr>
            </w:pPr>
            <w:r w:rsidRPr="00372C5F">
              <w:rPr>
                <w:bCs/>
              </w:rPr>
              <w:t>15</w:t>
            </w:r>
          </w:p>
        </w:tc>
        <w:tc>
          <w:tcPr>
            <w:tcW w:w="5458" w:type="dxa"/>
            <w:shd w:val="clear" w:color="auto" w:fill="auto"/>
          </w:tcPr>
          <w:p w:rsidR="00372C5F" w:rsidRPr="00372C5F" w:rsidRDefault="00372C5F" w:rsidP="00372C5F">
            <w:pPr>
              <w:autoSpaceDE w:val="0"/>
              <w:autoSpaceDN w:val="0"/>
              <w:adjustRightInd w:val="0"/>
              <w:rPr>
                <w:bCs/>
              </w:rPr>
            </w:pPr>
            <w:r w:rsidRPr="00372C5F">
              <w:rPr>
                <w:bCs/>
              </w:rPr>
              <w:t>Severe Anxiety</w:t>
            </w:r>
          </w:p>
        </w:tc>
      </w:tr>
    </w:tbl>
    <w:p w:rsidR="00372C5F" w:rsidRDefault="00372C5F" w:rsidP="00372C5F">
      <w:pPr>
        <w:autoSpaceDE w:val="0"/>
        <w:autoSpaceDN w:val="0"/>
        <w:adjustRightInd w:val="0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00"/>
      </w:tblGrid>
      <w:tr w:rsidR="00DD39D0" w:rsidTr="00DD39D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39D0" w:rsidRDefault="00372C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t xml:space="preserve">                   </w:t>
            </w:r>
            <w:r w:rsidR="00DD39D0"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DD39D0" w:rsidTr="00DD39D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9D0" w:rsidRDefault="00DD39D0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DD39D0" w:rsidRDefault="00DD39D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40396A" w:rsidRPr="007A0A25" w:rsidRDefault="0040396A" w:rsidP="007A0A25"/>
    <w:sectPr w:rsidR="0040396A" w:rsidRPr="007A0A25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609" w:rsidRDefault="009D5609">
      <w:r>
        <w:separator/>
      </w:r>
    </w:p>
  </w:endnote>
  <w:endnote w:type="continuationSeparator" w:id="0">
    <w:p w:rsidR="009D5609" w:rsidRDefault="009D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FF353B" w:rsidRPr="00777456" w:rsidTr="00777456">
      <w:trPr>
        <w:jc w:val="center"/>
      </w:trPr>
      <w:tc>
        <w:tcPr>
          <w:tcW w:w="3858" w:type="dxa"/>
          <w:vAlign w:val="center"/>
        </w:tcPr>
        <w:p w:rsidR="00FF353B" w:rsidRPr="00777456" w:rsidRDefault="00A6394C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405GAD7</w:t>
          </w:r>
          <w:r w:rsidR="00FF353B"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</w:t>
          </w:r>
          <w:r w:rsidR="00FF353B">
            <w:rPr>
              <w:rFonts w:ascii="Cambria" w:hAnsi="Cambria" w:cs="Arial"/>
              <w:sz w:val="16"/>
              <w:szCs w:val="16"/>
            </w:rPr>
            <w:t>/201</w:t>
          </w:r>
          <w:r w:rsidR="007A0A25">
            <w:rPr>
              <w:rFonts w:ascii="Cambria" w:hAnsi="Cambria" w:cs="Arial"/>
              <w:sz w:val="16"/>
              <w:szCs w:val="16"/>
            </w:rPr>
            <w:t>6</w:t>
          </w:r>
        </w:p>
      </w:tc>
      <w:tc>
        <w:tcPr>
          <w:tcW w:w="3859" w:type="dxa"/>
          <w:vAlign w:val="center"/>
        </w:tcPr>
        <w:p w:rsidR="00FF353B" w:rsidRPr="00777456" w:rsidRDefault="00FF353B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FF353B" w:rsidRPr="00777456" w:rsidRDefault="00FF353B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69636B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69636B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FF353B" w:rsidRPr="00A14250" w:rsidRDefault="00FF353B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609" w:rsidRDefault="009D5609">
      <w:r>
        <w:separator/>
      </w:r>
    </w:p>
  </w:footnote>
  <w:footnote w:type="continuationSeparator" w:id="0">
    <w:p w:rsidR="009D5609" w:rsidRDefault="009D5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FF353B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FF353B" w:rsidRPr="00777456" w:rsidRDefault="007A0A25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FF353B" w:rsidRPr="00777456" w:rsidRDefault="00D04D6D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GAD-7</w:t>
          </w:r>
        </w:p>
      </w:tc>
    </w:tr>
    <w:tr w:rsidR="00FF353B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FF353B" w:rsidRPr="00777456" w:rsidRDefault="00C74C45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FF353B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FF353B" w:rsidRPr="00777456" w:rsidRDefault="00D04D6D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="00FF353B"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FF353B" w:rsidRPr="00BE2628" w:rsidRDefault="00FF353B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35B11"/>
    <w:multiLevelType w:val="hybridMultilevel"/>
    <w:tmpl w:val="C23E403A"/>
    <w:lvl w:ilvl="0" w:tplc="45AC2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87663"/>
    <w:multiLevelType w:val="hybridMultilevel"/>
    <w:tmpl w:val="4DF414E6"/>
    <w:lvl w:ilvl="0" w:tplc="11C4CF14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609"/>
    <w:rsid w:val="00035DE8"/>
    <w:rsid w:val="00040A25"/>
    <w:rsid w:val="00045900"/>
    <w:rsid w:val="00046162"/>
    <w:rsid w:val="0007425C"/>
    <w:rsid w:val="000849E6"/>
    <w:rsid w:val="00090232"/>
    <w:rsid w:val="000A2E96"/>
    <w:rsid w:val="000A4BB3"/>
    <w:rsid w:val="000B5630"/>
    <w:rsid w:val="00113582"/>
    <w:rsid w:val="00127654"/>
    <w:rsid w:val="001460E6"/>
    <w:rsid w:val="00190BE7"/>
    <w:rsid w:val="001C67EF"/>
    <w:rsid w:val="001D6B1F"/>
    <w:rsid w:val="001F7434"/>
    <w:rsid w:val="00206496"/>
    <w:rsid w:val="0021589F"/>
    <w:rsid w:val="00227692"/>
    <w:rsid w:val="00235EB1"/>
    <w:rsid w:val="00247710"/>
    <w:rsid w:val="0025066F"/>
    <w:rsid w:val="002610A2"/>
    <w:rsid w:val="00276C3B"/>
    <w:rsid w:val="002C11B5"/>
    <w:rsid w:val="002C2637"/>
    <w:rsid w:val="002E6C85"/>
    <w:rsid w:val="002F492D"/>
    <w:rsid w:val="003017EB"/>
    <w:rsid w:val="003112EB"/>
    <w:rsid w:val="00312623"/>
    <w:rsid w:val="003346CA"/>
    <w:rsid w:val="003505CF"/>
    <w:rsid w:val="003572C7"/>
    <w:rsid w:val="00372C5F"/>
    <w:rsid w:val="00374836"/>
    <w:rsid w:val="00375944"/>
    <w:rsid w:val="00380841"/>
    <w:rsid w:val="00381055"/>
    <w:rsid w:val="003B5822"/>
    <w:rsid w:val="003B6ACB"/>
    <w:rsid w:val="003D194D"/>
    <w:rsid w:val="003E2ACF"/>
    <w:rsid w:val="003F14C3"/>
    <w:rsid w:val="0040396A"/>
    <w:rsid w:val="004165E6"/>
    <w:rsid w:val="00431100"/>
    <w:rsid w:val="00447681"/>
    <w:rsid w:val="00464478"/>
    <w:rsid w:val="004A0103"/>
    <w:rsid w:val="004A1660"/>
    <w:rsid w:val="004A5A72"/>
    <w:rsid w:val="004C66B5"/>
    <w:rsid w:val="005145E1"/>
    <w:rsid w:val="00522BAC"/>
    <w:rsid w:val="00544323"/>
    <w:rsid w:val="00565986"/>
    <w:rsid w:val="00566382"/>
    <w:rsid w:val="005829DE"/>
    <w:rsid w:val="005A5BCD"/>
    <w:rsid w:val="005D2CEB"/>
    <w:rsid w:val="005D7F58"/>
    <w:rsid w:val="005E2257"/>
    <w:rsid w:val="005F0CA3"/>
    <w:rsid w:val="005F3570"/>
    <w:rsid w:val="006137BA"/>
    <w:rsid w:val="00631E41"/>
    <w:rsid w:val="00640BAA"/>
    <w:rsid w:val="0065552F"/>
    <w:rsid w:val="006634B6"/>
    <w:rsid w:val="00682B23"/>
    <w:rsid w:val="0069636B"/>
    <w:rsid w:val="006A78B8"/>
    <w:rsid w:val="006D5C9A"/>
    <w:rsid w:val="006E7E1F"/>
    <w:rsid w:val="00707479"/>
    <w:rsid w:val="00711A20"/>
    <w:rsid w:val="00722F76"/>
    <w:rsid w:val="007315F2"/>
    <w:rsid w:val="0073289D"/>
    <w:rsid w:val="0074204D"/>
    <w:rsid w:val="0074262A"/>
    <w:rsid w:val="00761C79"/>
    <w:rsid w:val="00774510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70A4C"/>
    <w:rsid w:val="00882D2C"/>
    <w:rsid w:val="008B1790"/>
    <w:rsid w:val="008B44C1"/>
    <w:rsid w:val="008B6BC8"/>
    <w:rsid w:val="00944E20"/>
    <w:rsid w:val="00963948"/>
    <w:rsid w:val="00975F24"/>
    <w:rsid w:val="00977B06"/>
    <w:rsid w:val="00986756"/>
    <w:rsid w:val="00991A78"/>
    <w:rsid w:val="00991B89"/>
    <w:rsid w:val="00994B94"/>
    <w:rsid w:val="009B5FEF"/>
    <w:rsid w:val="009C4F60"/>
    <w:rsid w:val="009D5609"/>
    <w:rsid w:val="009F1341"/>
    <w:rsid w:val="009F50D6"/>
    <w:rsid w:val="00A07104"/>
    <w:rsid w:val="00A14250"/>
    <w:rsid w:val="00A4184A"/>
    <w:rsid w:val="00A5142B"/>
    <w:rsid w:val="00A605FC"/>
    <w:rsid w:val="00A61524"/>
    <w:rsid w:val="00A6394C"/>
    <w:rsid w:val="00A73FC9"/>
    <w:rsid w:val="00AA27B2"/>
    <w:rsid w:val="00AA6CE3"/>
    <w:rsid w:val="00AC6253"/>
    <w:rsid w:val="00AE7C85"/>
    <w:rsid w:val="00B052E0"/>
    <w:rsid w:val="00B116E5"/>
    <w:rsid w:val="00B20947"/>
    <w:rsid w:val="00B20D2F"/>
    <w:rsid w:val="00B24B4A"/>
    <w:rsid w:val="00B27192"/>
    <w:rsid w:val="00B318A9"/>
    <w:rsid w:val="00B415C5"/>
    <w:rsid w:val="00B51797"/>
    <w:rsid w:val="00B60647"/>
    <w:rsid w:val="00B761B3"/>
    <w:rsid w:val="00B83D24"/>
    <w:rsid w:val="00B933A3"/>
    <w:rsid w:val="00B954DF"/>
    <w:rsid w:val="00BE2628"/>
    <w:rsid w:val="00C11F38"/>
    <w:rsid w:val="00C428F1"/>
    <w:rsid w:val="00C43DAB"/>
    <w:rsid w:val="00C5407C"/>
    <w:rsid w:val="00C61236"/>
    <w:rsid w:val="00C6307E"/>
    <w:rsid w:val="00C66520"/>
    <w:rsid w:val="00C74C45"/>
    <w:rsid w:val="00C77A7C"/>
    <w:rsid w:val="00C81B9D"/>
    <w:rsid w:val="00C9666E"/>
    <w:rsid w:val="00C96C32"/>
    <w:rsid w:val="00CD0787"/>
    <w:rsid w:val="00CD4DB1"/>
    <w:rsid w:val="00CD538F"/>
    <w:rsid w:val="00D00154"/>
    <w:rsid w:val="00D04D6D"/>
    <w:rsid w:val="00D14CAC"/>
    <w:rsid w:val="00D221A1"/>
    <w:rsid w:val="00D266F3"/>
    <w:rsid w:val="00D30C6A"/>
    <w:rsid w:val="00D37DFC"/>
    <w:rsid w:val="00D56403"/>
    <w:rsid w:val="00D60553"/>
    <w:rsid w:val="00D670F7"/>
    <w:rsid w:val="00D7176B"/>
    <w:rsid w:val="00D95CF8"/>
    <w:rsid w:val="00DB09D0"/>
    <w:rsid w:val="00DB46D7"/>
    <w:rsid w:val="00DD39D0"/>
    <w:rsid w:val="00DD7E0D"/>
    <w:rsid w:val="00E06C4F"/>
    <w:rsid w:val="00E22D4D"/>
    <w:rsid w:val="00E276B5"/>
    <w:rsid w:val="00E50CA7"/>
    <w:rsid w:val="00E63D49"/>
    <w:rsid w:val="00E8557E"/>
    <w:rsid w:val="00E90A3A"/>
    <w:rsid w:val="00E951FC"/>
    <w:rsid w:val="00EA52A8"/>
    <w:rsid w:val="00EC356C"/>
    <w:rsid w:val="00ED4781"/>
    <w:rsid w:val="00ED7416"/>
    <w:rsid w:val="00EF11A5"/>
    <w:rsid w:val="00F1478A"/>
    <w:rsid w:val="00F32917"/>
    <w:rsid w:val="00F51072"/>
    <w:rsid w:val="00F661B7"/>
    <w:rsid w:val="00F73F83"/>
    <w:rsid w:val="00F83EAB"/>
    <w:rsid w:val="00F90942"/>
    <w:rsid w:val="00F968F2"/>
    <w:rsid w:val="00FA6ED7"/>
    <w:rsid w:val="00FB1218"/>
    <w:rsid w:val="00FB3391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496ECB6D-0A6A-42AA-9883-E4E6FF52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DESTONQC\405GAD7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92891351-76AE-4EB7-AD37-EBF66DF034C1}"/>
</file>

<file path=customXml/itemProps2.xml><?xml version="1.0" encoding="utf-8"?>
<ds:datastoreItem xmlns:ds="http://schemas.openxmlformats.org/officeDocument/2006/customXml" ds:itemID="{F36E8DE8-18F2-46DD-9C1F-7F5D905960BF}"/>
</file>

<file path=customXml/itemProps3.xml><?xml version="1.0" encoding="utf-8"?>
<ds:datastoreItem xmlns:ds="http://schemas.openxmlformats.org/officeDocument/2006/customXml" ds:itemID="{BF840767-27E8-4C1C-867A-4393D33B9AA3}"/>
</file>

<file path=docProps/app.xml><?xml version="1.0" encoding="utf-8"?>
<Properties xmlns="http://schemas.openxmlformats.org/officeDocument/2006/extended-properties" xmlns:vt="http://schemas.openxmlformats.org/officeDocument/2006/docPropsVTypes">
  <Template>405GAD7[1]</Template>
  <TotalTime>0</TotalTime>
  <Pages>1</Pages>
  <Words>113</Words>
  <Characters>862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2020-07-20T17:04:00Z</dcterms:created>
  <dcterms:modified xsi:type="dcterms:W3CDTF">2020-07-20T17:04:00Z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199200</vt:r8>
  </property>
</Properties>
</file>